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F8F" w:rsidRDefault="00FC2F8F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</w:p>
    <w:p w:rsidR="00FC2F8F" w:rsidRDefault="00FC2F8F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委</w:t>
      </w:r>
      <w:r>
        <w:rPr>
          <w:rFonts w:ascii="黑体" w:eastAsia="黑体" w:hAnsi="黑体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托</w:t>
      </w:r>
      <w:r>
        <w:rPr>
          <w:rFonts w:ascii="黑体" w:eastAsia="黑体" w:hAnsi="黑体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书</w:t>
      </w:r>
    </w:p>
    <w:p w:rsidR="00FC2F8F" w:rsidRDefault="00FC2F8F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</w:p>
    <w:p w:rsidR="00FC2F8F" w:rsidRDefault="00FC2F8F" w:rsidP="00B370CD">
      <w:pPr>
        <w:spacing w:line="480" w:lineRule="auto"/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珠山区档案局现委托珠山区财政局公布</w:t>
      </w: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年度档案局预算公开事宜。</w:t>
      </w:r>
    </w:p>
    <w:p w:rsidR="00FC2F8F" w:rsidRDefault="00FC2F8F" w:rsidP="00B370CD">
      <w:pPr>
        <w:spacing w:line="480" w:lineRule="auto"/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特此声明</w:t>
      </w:r>
    </w:p>
    <w:p w:rsidR="00FC2F8F" w:rsidRDefault="00FC2F8F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FC2F8F" w:rsidRDefault="00FC2F8F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FC2F8F" w:rsidRDefault="00FC2F8F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FC2F8F" w:rsidRDefault="00FC2F8F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FC2F8F" w:rsidRDefault="00FC2F8F">
      <w:pPr>
        <w:spacing w:line="480" w:lineRule="auto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珠山区档案局</w:t>
      </w:r>
    </w:p>
    <w:p w:rsidR="00FC2F8F" w:rsidRDefault="00FC2F8F">
      <w:pPr>
        <w:spacing w:line="480" w:lineRule="auto"/>
        <w:ind w:right="320"/>
        <w:jc w:val="right"/>
        <w:rPr>
          <w:rFonts w:ascii="仿宋" w:eastAsia="仿宋" w:hAnsi="仿宋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2"/>
          <w:attr w:name="Month" w:val="4"/>
          <w:attr w:name="Year" w:val="2019"/>
        </w:smartTagPr>
        <w:r>
          <w:rPr>
            <w:rFonts w:ascii="仿宋" w:eastAsia="仿宋" w:hAnsi="仿宋"/>
            <w:sz w:val="32"/>
            <w:szCs w:val="32"/>
          </w:rPr>
          <w:t>2019</w:t>
        </w:r>
        <w:r>
          <w:rPr>
            <w:rFonts w:ascii="仿宋" w:eastAsia="仿宋" w:hAnsi="仿宋" w:hint="eastAsia"/>
            <w:sz w:val="32"/>
            <w:szCs w:val="32"/>
          </w:rPr>
          <w:t>年</w:t>
        </w:r>
        <w:r>
          <w:rPr>
            <w:rFonts w:ascii="仿宋" w:eastAsia="仿宋" w:hAnsi="仿宋"/>
            <w:sz w:val="32"/>
            <w:szCs w:val="32"/>
          </w:rPr>
          <w:t>4</w:t>
        </w:r>
        <w:r>
          <w:rPr>
            <w:rFonts w:ascii="仿宋" w:eastAsia="仿宋" w:hAnsi="仿宋" w:hint="eastAsia"/>
            <w:sz w:val="32"/>
            <w:szCs w:val="32"/>
          </w:rPr>
          <w:t>月</w:t>
        </w:r>
        <w:r>
          <w:rPr>
            <w:rFonts w:ascii="仿宋" w:eastAsia="仿宋" w:hAnsi="仿宋"/>
            <w:sz w:val="32"/>
            <w:szCs w:val="32"/>
          </w:rPr>
          <w:t>22</w:t>
        </w:r>
        <w:bookmarkStart w:id="0" w:name="_GoBack"/>
        <w:bookmarkEnd w:id="0"/>
        <w:r>
          <w:rPr>
            <w:rFonts w:ascii="仿宋" w:eastAsia="仿宋" w:hAnsi="仿宋" w:hint="eastAsia"/>
            <w:sz w:val="32"/>
            <w:szCs w:val="32"/>
          </w:rPr>
          <w:t>日</w:t>
        </w:r>
      </w:smartTag>
    </w:p>
    <w:sectPr w:rsidR="00FC2F8F" w:rsidSect="008B1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AAD"/>
    <w:rsid w:val="000A40A5"/>
    <w:rsid w:val="0010370B"/>
    <w:rsid w:val="001D6AAD"/>
    <w:rsid w:val="002B7692"/>
    <w:rsid w:val="00592055"/>
    <w:rsid w:val="008B1E32"/>
    <w:rsid w:val="00922567"/>
    <w:rsid w:val="009D6328"/>
    <w:rsid w:val="00B370CD"/>
    <w:rsid w:val="00C07869"/>
    <w:rsid w:val="00D10F1F"/>
    <w:rsid w:val="00FC2F8F"/>
    <w:rsid w:val="16E32853"/>
    <w:rsid w:val="34A01FD0"/>
    <w:rsid w:val="3C273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E3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</Words>
  <Characters>59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托 书</dc:title>
  <dc:subject/>
  <dc:creator>微软用户</dc:creator>
  <cp:keywords/>
  <dc:description/>
  <cp:lastModifiedBy>AutoBVT</cp:lastModifiedBy>
  <cp:revision>2</cp:revision>
  <dcterms:created xsi:type="dcterms:W3CDTF">2019-04-24T04:48:00Z</dcterms:created>
  <dcterms:modified xsi:type="dcterms:W3CDTF">2019-04-24T04:48:00Z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