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55" w:rsidRDefault="00592055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</w:p>
    <w:p w:rsidR="00592055" w:rsidRDefault="00592055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委</w:t>
      </w:r>
      <w:r>
        <w:rPr>
          <w:rFonts w:ascii="黑体" w:eastAsia="黑体" w:hAnsi="黑体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托</w:t>
      </w:r>
      <w:r>
        <w:rPr>
          <w:rFonts w:ascii="黑体" w:eastAsia="黑体" w:hAnsi="黑体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书</w:t>
      </w:r>
    </w:p>
    <w:p w:rsidR="00592055" w:rsidRDefault="00592055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</w:p>
    <w:p w:rsidR="00592055" w:rsidRDefault="00592055" w:rsidP="00D10F1F">
      <w:pPr>
        <w:spacing w:line="480" w:lineRule="auto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珠山区社区服务中心现委托珠山区财政局公布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年度社区服务中心预算公开事宜。</w:t>
      </w:r>
    </w:p>
    <w:p w:rsidR="00592055" w:rsidRDefault="00592055" w:rsidP="00D10F1F">
      <w:pPr>
        <w:spacing w:line="480" w:lineRule="auto"/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特此声明</w:t>
      </w:r>
    </w:p>
    <w:p w:rsidR="00592055" w:rsidRDefault="00592055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592055" w:rsidRDefault="00592055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592055" w:rsidRDefault="00592055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592055" w:rsidRDefault="00592055">
      <w:pPr>
        <w:spacing w:line="480" w:lineRule="auto"/>
        <w:rPr>
          <w:rFonts w:ascii="仿宋" w:eastAsia="仿宋" w:hAnsi="仿宋"/>
          <w:sz w:val="32"/>
          <w:szCs w:val="32"/>
        </w:rPr>
      </w:pPr>
    </w:p>
    <w:p w:rsidR="00592055" w:rsidRDefault="00592055">
      <w:pPr>
        <w:spacing w:line="480" w:lineRule="auto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珠山区社区服务中心</w:t>
      </w:r>
    </w:p>
    <w:p w:rsidR="00592055" w:rsidRDefault="00592055">
      <w:pPr>
        <w:spacing w:line="480" w:lineRule="auto"/>
        <w:ind w:right="320"/>
        <w:jc w:val="right"/>
        <w:rPr>
          <w:rFonts w:ascii="仿宋" w:eastAsia="仿宋" w:hAnsi="仿宋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4"/>
          <w:attr w:name="Year" w:val="2019"/>
        </w:smartTagPr>
        <w:r>
          <w:rPr>
            <w:rFonts w:ascii="仿宋" w:eastAsia="仿宋" w:hAnsi="仿宋"/>
            <w:sz w:val="32"/>
            <w:szCs w:val="32"/>
          </w:rPr>
          <w:t>2019</w:t>
        </w:r>
        <w:r>
          <w:rPr>
            <w:rFonts w:ascii="仿宋" w:eastAsia="仿宋" w:hAnsi="仿宋" w:hint="eastAsia"/>
            <w:sz w:val="32"/>
            <w:szCs w:val="32"/>
          </w:rPr>
          <w:t>年</w:t>
        </w:r>
        <w:r>
          <w:rPr>
            <w:rFonts w:ascii="仿宋" w:eastAsia="仿宋" w:hAnsi="仿宋"/>
            <w:sz w:val="32"/>
            <w:szCs w:val="32"/>
          </w:rPr>
          <w:t>4</w:t>
        </w:r>
        <w:r>
          <w:rPr>
            <w:rFonts w:ascii="仿宋" w:eastAsia="仿宋" w:hAnsi="仿宋" w:hint="eastAsia"/>
            <w:sz w:val="32"/>
            <w:szCs w:val="32"/>
          </w:rPr>
          <w:t>月</w:t>
        </w:r>
        <w:r>
          <w:rPr>
            <w:rFonts w:ascii="仿宋" w:eastAsia="仿宋" w:hAnsi="仿宋"/>
            <w:sz w:val="32"/>
            <w:szCs w:val="32"/>
          </w:rPr>
          <w:t>22</w:t>
        </w:r>
        <w:bookmarkStart w:id="0" w:name="_GoBack"/>
        <w:bookmarkEnd w:id="0"/>
        <w:r>
          <w:rPr>
            <w:rFonts w:ascii="仿宋" w:eastAsia="仿宋" w:hAnsi="仿宋" w:hint="eastAsia"/>
            <w:sz w:val="32"/>
            <w:szCs w:val="32"/>
          </w:rPr>
          <w:t>日</w:t>
        </w:r>
      </w:smartTag>
    </w:p>
    <w:sectPr w:rsidR="00592055" w:rsidSect="008B1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AAD"/>
    <w:rsid w:val="000A40A5"/>
    <w:rsid w:val="0010370B"/>
    <w:rsid w:val="001D6AAD"/>
    <w:rsid w:val="002B7692"/>
    <w:rsid w:val="00592055"/>
    <w:rsid w:val="008B1E32"/>
    <w:rsid w:val="00D10F1F"/>
    <w:rsid w:val="16E32853"/>
    <w:rsid w:val="34A01FD0"/>
    <w:rsid w:val="3C27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E3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11</Words>
  <Characters>67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AutoBVT</cp:lastModifiedBy>
  <cp:revision>2</cp:revision>
  <dcterms:created xsi:type="dcterms:W3CDTF">2017-02-20T08:13:00Z</dcterms:created>
  <dcterms:modified xsi:type="dcterms:W3CDTF">2019-04-23T07:42:00Z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